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077" w:rsidRPr="00A82690" w:rsidRDefault="004D4077" w:rsidP="0050722A">
      <w:pPr>
        <w:jc w:val="right"/>
        <w:rPr>
          <w:rFonts w:ascii="Georgia" w:hAnsi="Georgia"/>
          <w:sz w:val="24"/>
          <w:szCs w:val="24"/>
        </w:rPr>
      </w:pPr>
    </w:p>
    <w:p w:rsidR="004D4077" w:rsidRPr="00A82690" w:rsidRDefault="00301E68" w:rsidP="0050722A">
      <w:pPr>
        <w:jc w:val="right"/>
        <w:rPr>
          <w:rFonts w:ascii="Georgia" w:hAnsi="Georgia"/>
          <w:sz w:val="24"/>
          <w:szCs w:val="24"/>
        </w:rPr>
      </w:pPr>
      <w:r w:rsidRPr="00A82690">
        <w:rPr>
          <w:rFonts w:ascii="Georgia" w:hAnsi="Georgia"/>
          <w:sz w:val="24"/>
          <w:szCs w:val="24"/>
        </w:rPr>
        <w:t>KKIG</w:t>
      </w:r>
      <w:proofErr w:type="gramStart"/>
      <w:r w:rsidR="004D4077" w:rsidRPr="00A82690">
        <w:rPr>
          <w:rFonts w:ascii="Georgia" w:hAnsi="Georgia"/>
          <w:sz w:val="24"/>
          <w:szCs w:val="24"/>
        </w:rPr>
        <w:t>/</w:t>
      </w:r>
      <w:sdt>
        <w:sdtPr>
          <w:rPr>
            <w:rFonts w:ascii="Georgia" w:hAnsi="Georgia"/>
            <w:sz w:val="24"/>
            <w:szCs w:val="24"/>
          </w:rPr>
          <w:id w:val="317160308"/>
          <w:placeholder>
            <w:docPart w:val="8E792A2CE9E045CF975CB9F9A652AB6A"/>
          </w:placeholder>
          <w:showingPlcHdr/>
          <w:text/>
        </w:sdtPr>
        <w:sdtEndPr/>
        <w:sdtContent>
          <w:r w:rsidR="004D4077" w:rsidRPr="00A82690">
            <w:rPr>
              <w:rFonts w:ascii="Georgia" w:hAnsi="Georgia"/>
              <w:sz w:val="24"/>
              <w:szCs w:val="24"/>
            </w:rPr>
            <w:t xml:space="preserve">            </w:t>
          </w:r>
        </w:sdtContent>
      </w:sdt>
      <w:r w:rsidR="004D4077" w:rsidRPr="00A82690">
        <w:rPr>
          <w:rFonts w:ascii="Georgia" w:hAnsi="Georgia"/>
          <w:sz w:val="24"/>
          <w:szCs w:val="24"/>
        </w:rPr>
        <w:t xml:space="preserve">  /</w:t>
      </w:r>
      <w:proofErr w:type="gramEnd"/>
      <w:r w:rsidR="004D4077" w:rsidRPr="00A82690">
        <w:rPr>
          <w:rFonts w:ascii="Georgia" w:hAnsi="Georgia"/>
          <w:sz w:val="24"/>
          <w:szCs w:val="24"/>
        </w:rPr>
        <w:t>201</w:t>
      </w:r>
      <w:r w:rsidR="00E4114A">
        <w:rPr>
          <w:rFonts w:ascii="Georgia" w:hAnsi="Georgia"/>
          <w:sz w:val="24"/>
          <w:szCs w:val="24"/>
        </w:rPr>
        <w:t>7</w:t>
      </w:r>
      <w:r w:rsidR="004D4077" w:rsidRPr="00A82690">
        <w:rPr>
          <w:rFonts w:ascii="Georgia" w:hAnsi="Georgia"/>
          <w:sz w:val="24"/>
          <w:szCs w:val="24"/>
        </w:rPr>
        <w:t>.</w:t>
      </w:r>
    </w:p>
    <w:p w:rsidR="004D4077" w:rsidRPr="00A82690" w:rsidRDefault="004D4077" w:rsidP="0050722A">
      <w:pPr>
        <w:jc w:val="both"/>
        <w:rPr>
          <w:rFonts w:ascii="Georgia" w:hAnsi="Georgia"/>
          <w:b/>
          <w:sz w:val="24"/>
          <w:szCs w:val="24"/>
        </w:rPr>
      </w:pPr>
    </w:p>
    <w:p w:rsidR="004D4077" w:rsidRPr="00A82690" w:rsidRDefault="00E27E90" w:rsidP="0050722A">
      <w:pPr>
        <w:tabs>
          <w:tab w:val="left" w:pos="6480"/>
        </w:tabs>
        <w:rPr>
          <w:rFonts w:ascii="Georgia" w:hAnsi="Georgia"/>
          <w:b/>
          <w:sz w:val="24"/>
          <w:szCs w:val="24"/>
        </w:rPr>
      </w:pPr>
      <w:sdt>
        <w:sdtPr>
          <w:rPr>
            <w:rFonts w:ascii="Georgia" w:hAnsi="Georgia"/>
            <w:b/>
            <w:sz w:val="24"/>
            <w:szCs w:val="24"/>
          </w:rPr>
          <w:id w:val="-89849450"/>
          <w:placeholder>
            <w:docPart w:val="383BCA397C104FF1A76259648CB7EDF8"/>
          </w:placeholder>
          <w:text/>
        </w:sdtPr>
        <w:sdtEndPr/>
        <w:sdtContent>
          <w:r w:rsidR="00F47217">
            <w:rPr>
              <w:rFonts w:ascii="Georgia" w:hAnsi="Georgia"/>
              <w:b/>
              <w:sz w:val="24"/>
              <w:szCs w:val="24"/>
            </w:rPr>
            <w:t>Cégnév</w:t>
          </w:r>
        </w:sdtContent>
      </w:sdt>
    </w:p>
    <w:p w:rsidR="004D4077" w:rsidRPr="00A82690" w:rsidRDefault="00E27E90" w:rsidP="0050722A">
      <w:pPr>
        <w:tabs>
          <w:tab w:val="left" w:pos="6032"/>
        </w:tabs>
        <w:spacing w:before="120"/>
        <w:rPr>
          <w:rFonts w:ascii="Georgia" w:hAnsi="Georgia"/>
          <w:b/>
          <w:sz w:val="24"/>
          <w:szCs w:val="24"/>
        </w:rPr>
      </w:pPr>
      <w:sdt>
        <w:sdtPr>
          <w:rPr>
            <w:rFonts w:ascii="Georgia" w:hAnsi="Georgia"/>
            <w:b/>
            <w:sz w:val="24"/>
            <w:szCs w:val="24"/>
          </w:rPr>
          <w:id w:val="-436521703"/>
          <w:placeholder>
            <w:docPart w:val="4BFED217DEC44EC4AE792837F04E7C80"/>
          </w:placeholder>
          <w:text/>
        </w:sdtPr>
        <w:sdtEndPr/>
        <w:sdtContent>
          <w:r w:rsidR="00F47217">
            <w:rPr>
              <w:rFonts w:ascii="Georgia" w:hAnsi="Georgia"/>
              <w:b/>
              <w:sz w:val="24"/>
              <w:szCs w:val="24"/>
            </w:rPr>
            <w:t>Címzett neve</w:t>
          </w:r>
        </w:sdtContent>
      </w:sdt>
      <w:r w:rsidR="0050722A" w:rsidRPr="00A82690">
        <w:rPr>
          <w:rFonts w:ascii="Georgia" w:hAnsi="Georgia"/>
          <w:b/>
          <w:sz w:val="24"/>
          <w:szCs w:val="24"/>
        </w:rPr>
        <w:tab/>
      </w:r>
    </w:p>
    <w:p w:rsidR="004D4077" w:rsidRPr="00A82690" w:rsidRDefault="00E27E90" w:rsidP="0050722A">
      <w:pPr>
        <w:tabs>
          <w:tab w:val="left" w:pos="6480"/>
        </w:tabs>
        <w:rPr>
          <w:rFonts w:ascii="Georgia" w:hAnsi="Georgia"/>
          <w:sz w:val="24"/>
          <w:szCs w:val="24"/>
        </w:rPr>
      </w:pPr>
      <w:sdt>
        <w:sdtPr>
          <w:rPr>
            <w:rFonts w:ascii="Georgia" w:hAnsi="Georgia"/>
            <w:sz w:val="24"/>
            <w:szCs w:val="24"/>
          </w:rPr>
          <w:id w:val="-275099398"/>
          <w:placeholder>
            <w:docPart w:val="A17AF2C6AAE84322A4870214FBFAE286"/>
          </w:placeholder>
          <w:text/>
        </w:sdtPr>
        <w:sdtEndPr/>
        <w:sdtContent>
          <w:proofErr w:type="gramStart"/>
          <w:r w:rsidR="00F47217">
            <w:rPr>
              <w:rFonts w:ascii="Georgia" w:hAnsi="Georgia"/>
              <w:sz w:val="24"/>
              <w:szCs w:val="24"/>
            </w:rPr>
            <w:t>címzett</w:t>
          </w:r>
          <w:proofErr w:type="gramEnd"/>
          <w:r w:rsidR="00F47217">
            <w:rPr>
              <w:rFonts w:ascii="Georgia" w:hAnsi="Georgia"/>
              <w:sz w:val="24"/>
              <w:szCs w:val="24"/>
            </w:rPr>
            <w:t xml:space="preserve"> titulusa</w:t>
          </w:r>
        </w:sdtContent>
      </w:sdt>
    </w:p>
    <w:p w:rsidR="004D4077" w:rsidRPr="00A82690" w:rsidRDefault="004D4077" w:rsidP="0050722A">
      <w:pPr>
        <w:tabs>
          <w:tab w:val="left" w:pos="6480"/>
        </w:tabs>
        <w:rPr>
          <w:rFonts w:ascii="Georgia" w:hAnsi="Georgia"/>
          <w:sz w:val="24"/>
          <w:szCs w:val="24"/>
        </w:rPr>
      </w:pPr>
    </w:p>
    <w:p w:rsidR="004D4077" w:rsidRPr="00A82690" w:rsidRDefault="00E27E90" w:rsidP="0050722A">
      <w:pPr>
        <w:jc w:val="both"/>
        <w:rPr>
          <w:rFonts w:ascii="Georgia" w:hAnsi="Georgia"/>
          <w:sz w:val="24"/>
          <w:szCs w:val="24"/>
          <w:u w:val="single"/>
        </w:rPr>
      </w:pPr>
      <w:sdt>
        <w:sdtPr>
          <w:rPr>
            <w:rFonts w:ascii="Georgia" w:hAnsi="Georgia"/>
            <w:sz w:val="24"/>
            <w:szCs w:val="24"/>
            <w:u w:val="single"/>
          </w:rPr>
          <w:id w:val="-1979219840"/>
          <w:placeholder>
            <w:docPart w:val="4203D58629E540FC87BCA85A0F6AD4C5"/>
          </w:placeholder>
          <w:showingPlcHdr/>
          <w:text/>
        </w:sdtPr>
        <w:sdtEndPr/>
        <w:sdtContent>
          <w:r w:rsidR="004D4077" w:rsidRPr="00A82690">
            <w:rPr>
              <w:rFonts w:ascii="Georgia" w:hAnsi="Georgia"/>
              <w:sz w:val="24"/>
              <w:szCs w:val="24"/>
              <w:u w:val="single"/>
            </w:rPr>
            <w:t>Város</w:t>
          </w:r>
        </w:sdtContent>
      </w:sdt>
    </w:p>
    <w:p w:rsidR="004D4077" w:rsidRPr="00A82690" w:rsidRDefault="00E27E90" w:rsidP="0050722A">
      <w:pPr>
        <w:jc w:val="both"/>
        <w:rPr>
          <w:rFonts w:ascii="Georgia" w:hAnsi="Georgia"/>
          <w:sz w:val="24"/>
          <w:szCs w:val="24"/>
        </w:rPr>
      </w:pPr>
      <w:sdt>
        <w:sdtPr>
          <w:rPr>
            <w:rFonts w:ascii="Georgia" w:hAnsi="Georgia"/>
            <w:sz w:val="24"/>
            <w:szCs w:val="24"/>
          </w:rPr>
          <w:id w:val="420526563"/>
          <w:placeholder>
            <w:docPart w:val="4FE86D916B214EE8AF556860D8E3D91F"/>
          </w:placeholder>
          <w:showingPlcHdr/>
          <w:text/>
        </w:sdtPr>
        <w:sdtEndPr/>
        <w:sdtContent>
          <w:r w:rsidR="004D4077" w:rsidRPr="00A82690">
            <w:rPr>
              <w:rFonts w:ascii="Georgia" w:hAnsi="Georgia"/>
              <w:sz w:val="24"/>
              <w:szCs w:val="24"/>
            </w:rPr>
            <w:t>Utca, házszám</w:t>
          </w:r>
        </w:sdtContent>
      </w:sdt>
    </w:p>
    <w:p w:rsidR="004D4077" w:rsidRPr="00A82690" w:rsidRDefault="00E27E90" w:rsidP="0050722A">
      <w:pPr>
        <w:spacing w:before="120"/>
        <w:jc w:val="both"/>
        <w:rPr>
          <w:rFonts w:ascii="Georgia" w:hAnsi="Georgia"/>
          <w:sz w:val="24"/>
          <w:szCs w:val="24"/>
        </w:rPr>
      </w:pPr>
      <w:sdt>
        <w:sdtPr>
          <w:rPr>
            <w:rFonts w:ascii="Georgia" w:hAnsi="Georgia"/>
            <w:sz w:val="24"/>
            <w:szCs w:val="24"/>
          </w:rPr>
          <w:id w:val="-1614661257"/>
          <w:placeholder>
            <w:docPart w:val="B312BB90CFBF417E8E34DB6AC7E263A2"/>
          </w:placeholder>
          <w:showingPlcHdr/>
          <w:text/>
        </w:sdtPr>
        <w:sdtEndPr/>
        <w:sdtContent>
          <w:r w:rsidR="004D4077" w:rsidRPr="00A82690">
            <w:rPr>
              <w:rFonts w:ascii="Georgia" w:hAnsi="Georgia"/>
              <w:sz w:val="24"/>
              <w:szCs w:val="24"/>
            </w:rPr>
            <w:t>irányítószám</w:t>
          </w:r>
        </w:sdtContent>
      </w:sdt>
    </w:p>
    <w:p w:rsidR="004D4077" w:rsidRDefault="004D4077" w:rsidP="0050722A">
      <w:pPr>
        <w:jc w:val="both"/>
        <w:rPr>
          <w:rFonts w:ascii="Georgia" w:hAnsi="Georgia"/>
          <w:sz w:val="24"/>
          <w:szCs w:val="24"/>
        </w:rPr>
      </w:pPr>
    </w:p>
    <w:p w:rsidR="00F47217" w:rsidRPr="00A82690" w:rsidRDefault="00F47217" w:rsidP="0050722A">
      <w:pPr>
        <w:jc w:val="both"/>
        <w:rPr>
          <w:rFonts w:ascii="Georgia" w:hAnsi="Georgia"/>
          <w:sz w:val="24"/>
          <w:szCs w:val="24"/>
        </w:rPr>
      </w:pPr>
      <w:proofErr w:type="gramStart"/>
      <w:r>
        <w:rPr>
          <w:rFonts w:ascii="Georgia" w:hAnsi="Georgia"/>
          <w:sz w:val="24"/>
          <w:szCs w:val="24"/>
        </w:rPr>
        <w:t>e-mail</w:t>
      </w:r>
      <w:proofErr w:type="gramEnd"/>
      <w:r>
        <w:rPr>
          <w:rFonts w:ascii="Georgia" w:hAnsi="Georgia"/>
          <w:sz w:val="24"/>
          <w:szCs w:val="24"/>
        </w:rPr>
        <w:t>:</w:t>
      </w:r>
    </w:p>
    <w:p w:rsidR="00EB5600" w:rsidRPr="00A82690" w:rsidRDefault="00EB5600" w:rsidP="0050722A">
      <w:pPr>
        <w:jc w:val="both"/>
        <w:rPr>
          <w:rFonts w:ascii="Georgia" w:hAnsi="Georgia"/>
          <w:sz w:val="24"/>
          <w:szCs w:val="24"/>
        </w:rPr>
      </w:pP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</w:p>
    <w:p w:rsidR="004D4077" w:rsidRPr="00A82690" w:rsidRDefault="00E27E90" w:rsidP="0050722A">
      <w:pPr>
        <w:rPr>
          <w:rFonts w:ascii="Georgia" w:hAnsi="Georgia"/>
          <w:sz w:val="24"/>
          <w:szCs w:val="24"/>
        </w:rPr>
      </w:pPr>
      <w:sdt>
        <w:sdtPr>
          <w:rPr>
            <w:rFonts w:ascii="Georgia" w:hAnsi="Georgia"/>
            <w:sz w:val="24"/>
            <w:szCs w:val="24"/>
          </w:rPr>
          <w:id w:val="-252818459"/>
          <w:placeholder>
            <w:docPart w:val="09A7D0C1AA6E4B7FB638A0BF174C6B17"/>
          </w:placeholder>
          <w:text/>
        </w:sdtPr>
        <w:sdtEndPr/>
        <w:sdtContent>
          <w:proofErr w:type="gramStart"/>
          <w:r w:rsidR="00F47217">
            <w:rPr>
              <w:rFonts w:ascii="Georgia" w:hAnsi="Georgia"/>
              <w:sz w:val="24"/>
              <w:szCs w:val="24"/>
            </w:rPr>
            <w:t>Tisztelt …</w:t>
          </w:r>
          <w:proofErr w:type="gramEnd"/>
          <w:r w:rsidR="00F47217">
            <w:rPr>
              <w:rFonts w:ascii="Georgia" w:hAnsi="Georgia"/>
              <w:sz w:val="24"/>
              <w:szCs w:val="24"/>
            </w:rPr>
            <w:t>…………………………….!</w:t>
          </w:r>
        </w:sdtContent>
      </w:sdt>
    </w:p>
    <w:p w:rsidR="004D4077" w:rsidRDefault="004D4077" w:rsidP="00F6369A">
      <w:pPr>
        <w:spacing w:before="120"/>
        <w:rPr>
          <w:rFonts w:ascii="Georgia" w:hAnsi="Georgia"/>
          <w:sz w:val="24"/>
          <w:szCs w:val="24"/>
        </w:rPr>
      </w:pP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Az Országgyűlés Hivatala</w:t>
      </w:r>
      <w:r>
        <w:rPr>
          <w:rFonts w:ascii="Georgia" w:hAnsi="Georgia" w:cs="Helvetica"/>
          <w:sz w:val="24"/>
          <w:szCs w:val="24"/>
        </w:rPr>
        <w:t>,</w:t>
      </w:r>
      <w:r w:rsidRPr="00F47217">
        <w:rPr>
          <w:rFonts w:ascii="Georgia" w:hAnsi="Georgia" w:cs="Helvetica"/>
          <w:sz w:val="24"/>
          <w:szCs w:val="24"/>
        </w:rPr>
        <w:t xml:space="preserve"> mint Vevő, az </w:t>
      </w:r>
      <w:r w:rsidRPr="00E27E90">
        <w:rPr>
          <w:rFonts w:ascii="Georgia" w:hAnsi="Georgia" w:cs="Helvetica"/>
          <w:b/>
          <w:sz w:val="24"/>
          <w:szCs w:val="24"/>
        </w:rPr>
        <w:t>„Évkönyv és évkönyv-jellegű külföldi időszaki kiadványok beszerzése és szállítása (682/3/2017”</w:t>
      </w:r>
      <w:r w:rsidRPr="00F47217">
        <w:rPr>
          <w:rFonts w:ascii="Georgia" w:hAnsi="Georgia" w:cs="Helvetica"/>
          <w:sz w:val="24"/>
          <w:szCs w:val="24"/>
        </w:rPr>
        <w:t xml:space="preserve"> tárgyú</w:t>
      </w:r>
      <w:r w:rsidRPr="00F47217">
        <w:rPr>
          <w:rFonts w:ascii="Georgia" w:hAnsi="Georgia" w:cs="Helvetica"/>
          <w:sz w:val="24"/>
          <w:szCs w:val="24"/>
        </w:rPr>
        <w:t>, közbeszerzési e</w:t>
      </w:r>
      <w:r w:rsidR="00E27E90">
        <w:rPr>
          <w:rFonts w:ascii="Georgia" w:hAnsi="Georgia" w:cs="Helvetica"/>
          <w:sz w:val="24"/>
          <w:szCs w:val="24"/>
        </w:rPr>
        <w:t xml:space="preserve">ljárás lefolytatását követően </w:t>
      </w:r>
      <w:proofErr w:type="gramStart"/>
      <w:r w:rsidRPr="00F47217">
        <w:rPr>
          <w:rFonts w:ascii="Georgia" w:hAnsi="Georgia" w:cs="Helvetica"/>
          <w:sz w:val="24"/>
          <w:szCs w:val="24"/>
        </w:rPr>
        <w:t>2017. …</w:t>
      </w:r>
      <w:proofErr w:type="gramEnd"/>
      <w:r w:rsidRPr="00F47217">
        <w:rPr>
          <w:rFonts w:ascii="Georgia" w:hAnsi="Georgia" w:cs="Helvetica"/>
          <w:sz w:val="24"/>
          <w:szCs w:val="24"/>
        </w:rPr>
        <w:t>……….</w:t>
      </w:r>
      <w:proofErr w:type="spellStart"/>
      <w:r w:rsidRPr="00F47217">
        <w:rPr>
          <w:rFonts w:ascii="Georgia" w:hAnsi="Georgia" w:cs="Helvetica"/>
          <w:sz w:val="24"/>
          <w:szCs w:val="24"/>
        </w:rPr>
        <w:t>-án</w:t>
      </w:r>
      <w:proofErr w:type="spellEnd"/>
      <w:r w:rsidRPr="00F47217">
        <w:rPr>
          <w:rFonts w:ascii="Georgia" w:hAnsi="Georgia" w:cs="Helvetica"/>
          <w:sz w:val="24"/>
          <w:szCs w:val="24"/>
        </w:rPr>
        <w:t xml:space="preserve"> megkötött adásvételi keretszerződés</w:t>
      </w:r>
      <w:r w:rsidRPr="00F47217">
        <w:rPr>
          <w:rFonts w:ascii="Georgia" w:hAnsi="Georgia" w:cs="Helvetica"/>
          <w:sz w:val="24"/>
          <w:szCs w:val="24"/>
        </w:rPr>
        <w:t xml:space="preserve"> 2. pontjában </w:t>
      </w:r>
      <w:r w:rsidRPr="00F47217">
        <w:rPr>
          <w:rFonts w:ascii="Georgia" w:hAnsi="Georgia" w:cs="Helvetica"/>
          <w:sz w:val="24"/>
          <w:szCs w:val="24"/>
        </w:rPr>
        <w:t>kikötött vételi joga alapján megrendeli a következő időszaki kiadványt:</w:t>
      </w:r>
    </w:p>
    <w:p w:rsidR="00F47217" w:rsidRPr="008B7EEE" w:rsidRDefault="00F47217" w:rsidP="00F47217">
      <w:pPr>
        <w:rPr>
          <w:rFonts w:ascii="Georgia" w:hAnsi="Georgia"/>
          <w:sz w:val="24"/>
          <w:szCs w:val="24"/>
        </w:rPr>
      </w:pP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Kiadvány címe</w:t>
      </w:r>
      <w:r w:rsidRPr="00F47217">
        <w:rPr>
          <w:rFonts w:ascii="Georgia" w:hAnsi="Georgia" w:cs="Helvetica"/>
          <w:sz w:val="24"/>
          <w:szCs w:val="24"/>
        </w:rPr>
        <w:t xml:space="preserve">: 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Kiadvány típusa</w:t>
      </w:r>
      <w:r w:rsidRPr="00F47217">
        <w:rPr>
          <w:rFonts w:ascii="Georgia" w:hAnsi="Georgia" w:cs="Helvetica"/>
          <w:sz w:val="24"/>
          <w:szCs w:val="24"/>
        </w:rPr>
        <w:t xml:space="preserve">: </w:t>
      </w:r>
      <w:r w:rsidRPr="00F47217">
        <w:rPr>
          <w:rFonts w:ascii="Georgia" w:hAnsi="Georgia" w:cs="Helvetica"/>
          <w:sz w:val="24"/>
          <w:szCs w:val="24"/>
        </w:rPr>
        <w:t>nyomtatott</w:t>
      </w:r>
      <w:r w:rsidRPr="00F47217">
        <w:rPr>
          <w:rFonts w:ascii="Georgia" w:hAnsi="Georgia" w:cs="Helvetica"/>
          <w:sz w:val="24"/>
          <w:szCs w:val="24"/>
        </w:rPr>
        <w:tab/>
      </w:r>
      <w:r w:rsidRPr="00F47217">
        <w:rPr>
          <w:rFonts w:ascii="Georgia" w:hAnsi="Georgia" w:cs="Helvetica"/>
          <w:sz w:val="24"/>
          <w:szCs w:val="24"/>
        </w:rPr>
        <w:tab/>
        <w:t>kombinált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ISSN</w:t>
      </w:r>
      <w:r w:rsidRPr="00F47217">
        <w:rPr>
          <w:rFonts w:ascii="Georgia" w:hAnsi="Georgia" w:cs="Helvetica"/>
          <w:sz w:val="24"/>
          <w:szCs w:val="24"/>
        </w:rPr>
        <w:t xml:space="preserve">: 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Példányszám</w:t>
      </w:r>
      <w:r w:rsidRPr="00F47217">
        <w:rPr>
          <w:rFonts w:ascii="Georgia" w:hAnsi="Georgia" w:cs="Helvetica"/>
          <w:sz w:val="24"/>
          <w:szCs w:val="24"/>
        </w:rPr>
        <w:t xml:space="preserve">: 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Előfizetési időszak</w:t>
      </w:r>
      <w:r w:rsidRPr="00F47217">
        <w:rPr>
          <w:rFonts w:ascii="Georgia" w:hAnsi="Georgia" w:cs="Helvetica"/>
          <w:sz w:val="24"/>
          <w:szCs w:val="24"/>
        </w:rPr>
        <w:t xml:space="preserve"> </w:t>
      </w:r>
      <w:r w:rsidRPr="00F47217">
        <w:rPr>
          <w:rFonts w:ascii="Georgia" w:hAnsi="Georgia" w:cs="Helvetica"/>
          <w:sz w:val="24"/>
          <w:szCs w:val="24"/>
        </w:rPr>
        <w:t>(kombinált kiadvány esetén)</w:t>
      </w:r>
      <w:r w:rsidRPr="00F47217">
        <w:rPr>
          <w:rFonts w:ascii="Georgia" w:hAnsi="Georgia" w:cs="Helvetica"/>
          <w:sz w:val="24"/>
          <w:szCs w:val="24"/>
        </w:rPr>
        <w:t>: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Számozási adatok</w:t>
      </w:r>
      <w:r w:rsidRPr="00F47217">
        <w:rPr>
          <w:rFonts w:ascii="Georgia" w:hAnsi="Georgia" w:cs="Helvetica"/>
          <w:sz w:val="24"/>
          <w:szCs w:val="24"/>
        </w:rPr>
        <w:t xml:space="preserve"> </w:t>
      </w:r>
      <w:r w:rsidRPr="00F47217">
        <w:rPr>
          <w:rFonts w:ascii="Georgia" w:hAnsi="Georgia" w:cs="Helvetica"/>
          <w:sz w:val="24"/>
          <w:szCs w:val="24"/>
        </w:rPr>
        <w:t>(nyomtatott kiadvány esetén)</w:t>
      </w:r>
      <w:r w:rsidRPr="00F47217">
        <w:rPr>
          <w:rFonts w:ascii="Georgia" w:hAnsi="Georgia" w:cs="Helvetica"/>
          <w:sz w:val="24"/>
          <w:szCs w:val="24"/>
        </w:rPr>
        <w:t>: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Nettó egységár</w:t>
      </w:r>
      <w:r w:rsidRPr="00F47217">
        <w:rPr>
          <w:rFonts w:ascii="Georgia" w:hAnsi="Georgia" w:cs="Helvetica"/>
          <w:sz w:val="24"/>
          <w:szCs w:val="24"/>
        </w:rPr>
        <w:t>:</w:t>
      </w:r>
      <w:r w:rsidRPr="00F47217">
        <w:rPr>
          <w:rFonts w:ascii="Georgia" w:hAnsi="Georgia" w:cs="Helvetica"/>
          <w:sz w:val="24"/>
          <w:szCs w:val="24"/>
        </w:rPr>
        <w:tab/>
      </w:r>
      <w:proofErr w:type="gramStart"/>
      <w:r w:rsidRPr="00F47217">
        <w:rPr>
          <w:rFonts w:ascii="Georgia" w:hAnsi="Georgia" w:cs="Helvetica"/>
          <w:sz w:val="24"/>
          <w:szCs w:val="24"/>
        </w:rPr>
        <w:t>………………</w:t>
      </w:r>
      <w:proofErr w:type="gramEnd"/>
      <w:r w:rsidRPr="00F47217">
        <w:rPr>
          <w:rFonts w:ascii="Georgia" w:hAnsi="Georgia" w:cs="Helvetica"/>
          <w:sz w:val="24"/>
          <w:szCs w:val="24"/>
        </w:rPr>
        <w:t xml:space="preserve"> </w:t>
      </w:r>
      <w:r w:rsidRPr="00F47217">
        <w:rPr>
          <w:rFonts w:ascii="Georgia" w:hAnsi="Georgia" w:cs="Helvetica"/>
          <w:sz w:val="24"/>
          <w:szCs w:val="24"/>
        </w:rPr>
        <w:t>EUR</w:t>
      </w:r>
    </w:p>
    <w:p w:rsidR="00F47217" w:rsidRPr="00F47217" w:rsidRDefault="00F47217" w:rsidP="00F47217">
      <w:pPr>
        <w:spacing w:after="120"/>
        <w:jc w:val="both"/>
        <w:rPr>
          <w:rFonts w:ascii="Georgia" w:hAnsi="Georgia" w:cs="Helvetica"/>
          <w:sz w:val="24"/>
          <w:szCs w:val="24"/>
        </w:rPr>
      </w:pPr>
      <w:r w:rsidRPr="00F47217">
        <w:rPr>
          <w:rFonts w:ascii="Georgia" w:hAnsi="Georgia" w:cs="Helvetica"/>
          <w:sz w:val="24"/>
          <w:szCs w:val="24"/>
        </w:rPr>
        <w:t>Nettó összár</w:t>
      </w:r>
      <w:r w:rsidRPr="00F47217">
        <w:rPr>
          <w:rFonts w:ascii="Georgia" w:hAnsi="Georgia" w:cs="Helvetica"/>
          <w:sz w:val="24"/>
          <w:szCs w:val="24"/>
        </w:rPr>
        <w:t>:</w:t>
      </w:r>
      <w:r w:rsidRPr="00F47217">
        <w:rPr>
          <w:rFonts w:ascii="Georgia" w:hAnsi="Georgia" w:cs="Helvetica"/>
          <w:sz w:val="24"/>
          <w:szCs w:val="24"/>
        </w:rPr>
        <w:tab/>
      </w:r>
      <w:r w:rsidRPr="00F47217">
        <w:rPr>
          <w:rFonts w:ascii="Georgia" w:hAnsi="Georgia" w:cs="Helvetica"/>
          <w:sz w:val="24"/>
          <w:szCs w:val="24"/>
        </w:rPr>
        <w:tab/>
      </w:r>
      <w:proofErr w:type="gramStart"/>
      <w:r w:rsidRPr="00F47217">
        <w:rPr>
          <w:rFonts w:ascii="Georgia" w:hAnsi="Georgia" w:cs="Helvetica"/>
          <w:sz w:val="24"/>
          <w:szCs w:val="24"/>
        </w:rPr>
        <w:t>……………….</w:t>
      </w:r>
      <w:proofErr w:type="gramEnd"/>
      <w:r w:rsidRPr="00F47217">
        <w:rPr>
          <w:rFonts w:ascii="Georgia" w:hAnsi="Georgia" w:cs="Helvetica"/>
          <w:sz w:val="24"/>
          <w:szCs w:val="24"/>
        </w:rPr>
        <w:t>EUR</w:t>
      </w:r>
    </w:p>
    <w:p w:rsidR="00F47217" w:rsidRPr="008B7EEE" w:rsidRDefault="00F47217" w:rsidP="00F47217">
      <w:pPr>
        <w:rPr>
          <w:rFonts w:ascii="Georgia" w:hAnsi="Georgia"/>
          <w:sz w:val="24"/>
          <w:szCs w:val="24"/>
        </w:rPr>
      </w:pP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  <w:r w:rsidRPr="00A82690">
        <w:rPr>
          <w:rFonts w:ascii="Georgia" w:hAnsi="Georgia"/>
          <w:sz w:val="24"/>
          <w:szCs w:val="24"/>
        </w:rPr>
        <w:t>Budapest,</w:t>
      </w:r>
      <w:r w:rsidR="00F47217">
        <w:rPr>
          <w:rFonts w:ascii="Georgia" w:hAnsi="Georgia"/>
          <w:sz w:val="24"/>
          <w:szCs w:val="24"/>
        </w:rPr>
        <w:t xml:space="preserve"> 2018. </w:t>
      </w: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  <w:r w:rsidRPr="00A82690">
        <w:rPr>
          <w:rFonts w:ascii="Georgia" w:hAnsi="Georgia"/>
          <w:sz w:val="24"/>
          <w:szCs w:val="24"/>
        </w:rPr>
        <w:t>Tisztelettel:</w:t>
      </w: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</w:p>
    <w:p w:rsidR="004D4077" w:rsidRPr="00A82690" w:rsidRDefault="004D4077" w:rsidP="0050722A">
      <w:pPr>
        <w:jc w:val="both"/>
        <w:rPr>
          <w:rFonts w:ascii="Georgia" w:hAnsi="Georgia"/>
          <w:sz w:val="24"/>
          <w:szCs w:val="24"/>
        </w:rPr>
      </w:pP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F47217" w:rsidTr="004464F4">
        <w:trPr>
          <w:jc w:val="center"/>
        </w:trPr>
        <w:tc>
          <w:tcPr>
            <w:tcW w:w="2500" w:type="pct"/>
            <w:vAlign w:val="center"/>
          </w:tcPr>
          <w:p w:rsidR="00F47217" w:rsidRDefault="00F47217" w:rsidP="004464F4">
            <w:pPr>
              <w:jc w:val="center"/>
              <w:rPr>
                <w:rFonts w:ascii="Georgia" w:hAnsi="Georgia"/>
                <w:color w:val="000000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>Bellavics</w:t>
            </w:r>
            <w:proofErr w:type="spellEnd"/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 xml:space="preserve"> István</w:t>
            </w:r>
          </w:p>
          <w:p w:rsidR="00F47217" w:rsidRDefault="00F47217" w:rsidP="004464F4">
            <w:pPr>
              <w:jc w:val="center"/>
              <w:rPr>
                <w:rFonts w:ascii="Georgia" w:hAnsi="Georgia"/>
                <w:color w:val="000000"/>
                <w:sz w:val="24"/>
                <w:szCs w:val="24"/>
              </w:rPr>
            </w:pPr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>igazgató</w:t>
            </w:r>
          </w:p>
          <w:p w:rsidR="00F47217" w:rsidRDefault="00F47217" w:rsidP="004464F4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Közgyűjteményi és Közművelődési Igazgatóság</w:t>
            </w:r>
          </w:p>
        </w:tc>
        <w:tc>
          <w:tcPr>
            <w:tcW w:w="2500" w:type="pct"/>
            <w:vAlign w:val="center"/>
          </w:tcPr>
          <w:p w:rsidR="00F47217" w:rsidRDefault="00F47217" w:rsidP="004464F4">
            <w:pPr>
              <w:jc w:val="center"/>
              <w:rPr>
                <w:rFonts w:ascii="Georgia" w:hAnsi="Georgia"/>
                <w:color w:val="000000"/>
                <w:sz w:val="24"/>
                <w:szCs w:val="24"/>
              </w:rPr>
            </w:pPr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>Markója Szilárd</w:t>
            </w:r>
          </w:p>
          <w:p w:rsidR="00F47217" w:rsidRDefault="00F47217" w:rsidP="004464F4">
            <w:pPr>
              <w:jc w:val="center"/>
              <w:rPr>
                <w:rFonts w:ascii="Georgia" w:hAnsi="Georgia"/>
                <w:color w:val="000000"/>
                <w:sz w:val="24"/>
                <w:szCs w:val="24"/>
              </w:rPr>
            </w:pPr>
            <w:r w:rsidRPr="008B7EEE">
              <w:rPr>
                <w:rFonts w:ascii="Georgia" w:hAnsi="Georgia"/>
                <w:color w:val="000000"/>
                <w:sz w:val="24"/>
                <w:szCs w:val="24"/>
              </w:rPr>
              <w:t>főosztályvezető</w:t>
            </w:r>
          </w:p>
          <w:p w:rsidR="00F47217" w:rsidRDefault="00F47217" w:rsidP="004464F4">
            <w:pPr>
              <w:jc w:val="center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Országgyűlési Könyvtár</w:t>
            </w:r>
          </w:p>
        </w:tc>
      </w:tr>
    </w:tbl>
    <w:p w:rsidR="004D4077" w:rsidRPr="00A82690" w:rsidRDefault="004D4077" w:rsidP="00E27E90">
      <w:pPr>
        <w:jc w:val="both"/>
        <w:rPr>
          <w:rFonts w:ascii="Georgia" w:hAnsi="Georgia"/>
          <w:sz w:val="24"/>
          <w:szCs w:val="24"/>
        </w:rPr>
      </w:pPr>
    </w:p>
    <w:sectPr w:rsidR="004D4077" w:rsidRPr="00A82690" w:rsidSect="004D130F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673" w:right="1418" w:bottom="1702" w:left="1418" w:header="568" w:footer="8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BF1" w:rsidRDefault="00CD4BF1" w:rsidP="000037BD">
      <w:r>
        <w:separator/>
      </w:r>
    </w:p>
  </w:endnote>
  <w:endnote w:type="continuationSeparator" w:id="0">
    <w:p w:rsidR="00CD4BF1" w:rsidRDefault="00CD4BF1" w:rsidP="00003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JansonCE-Italic">
    <w:altName w:val="JansonCE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9E8" w:rsidRPr="00E4114A" w:rsidRDefault="001A430D" w:rsidP="00E759E8">
    <w:pPr>
      <w:pStyle w:val="BasicParagraph"/>
      <w:jc w:val="center"/>
      <w:rPr>
        <w:rFonts w:ascii="Georgia" w:hAnsi="Georgia" w:cs="JansonCE-Italic"/>
        <w:i/>
        <w:iCs/>
        <w:sz w:val="18"/>
        <w:szCs w:val="18"/>
        <w:lang w:val="de-DE"/>
      </w:rPr>
    </w:pPr>
    <w:r w:rsidRPr="00E4114A">
      <w:rPr>
        <w:rFonts w:ascii="Georgia" w:hAnsi="Georgia" w:cs="JansonCE-Italic"/>
        <w:i/>
        <w:iCs/>
        <w:sz w:val="18"/>
        <w:szCs w:val="18"/>
        <w:lang w:val="de-DE"/>
      </w:rPr>
      <w:t>1</w:t>
    </w:r>
    <w:r w:rsidRPr="00E4114A">
      <w:rPr>
        <w:rFonts w:ascii="Georgia" w:hAnsi="Georgia" w:cs="Times New Roman"/>
        <w:i/>
        <w:iCs/>
        <w:sz w:val="18"/>
        <w:szCs w:val="18"/>
        <w:lang w:val="de-DE"/>
      </w:rPr>
      <w:t>05</w:t>
    </w:r>
    <w:r w:rsidR="00301E68" w:rsidRPr="00E4114A">
      <w:rPr>
        <w:rFonts w:ascii="Georgia" w:hAnsi="Georgia" w:cs="Times New Roman"/>
        <w:i/>
        <w:iCs/>
        <w:sz w:val="18"/>
        <w:szCs w:val="18"/>
        <w:lang w:val="de-DE"/>
      </w:rPr>
      <w:t>5</w:t>
    </w:r>
    <w:r w:rsidRPr="00E4114A">
      <w:rPr>
        <w:rFonts w:ascii="Georgia" w:hAnsi="Georgia" w:cs="JansonCE-Italic"/>
        <w:i/>
        <w:iCs/>
        <w:sz w:val="18"/>
        <w:szCs w:val="18"/>
        <w:lang w:val="de-DE"/>
      </w:rPr>
      <w:t xml:space="preserve"> Budapest, Kossuth </w:t>
    </w:r>
    <w:proofErr w:type="spellStart"/>
    <w:r w:rsidRPr="00E4114A">
      <w:rPr>
        <w:rFonts w:ascii="Georgia" w:hAnsi="Georgia" w:cs="JansonCE-Italic"/>
        <w:i/>
        <w:iCs/>
        <w:sz w:val="18"/>
        <w:szCs w:val="18"/>
        <w:lang w:val="de-DE"/>
      </w:rPr>
      <w:t>t</w:t>
    </w:r>
    <w:r w:rsidR="00E759E8" w:rsidRPr="00E4114A">
      <w:rPr>
        <w:rFonts w:ascii="Georgia" w:hAnsi="Georgia" w:cs="JansonCE-Italic"/>
        <w:i/>
        <w:iCs/>
        <w:sz w:val="18"/>
        <w:szCs w:val="18"/>
        <w:lang w:val="de-DE"/>
      </w:rPr>
      <w:t>ér</w:t>
    </w:r>
    <w:proofErr w:type="spellEnd"/>
    <w:r w:rsidR="00E759E8" w:rsidRPr="00E4114A">
      <w:rPr>
        <w:rFonts w:ascii="Georgia" w:hAnsi="Georgia" w:cs="JansonCE-Italic"/>
        <w:i/>
        <w:iCs/>
        <w:sz w:val="18"/>
        <w:szCs w:val="18"/>
        <w:lang w:val="de-DE"/>
      </w:rPr>
      <w:t xml:space="preserve"> 1-3.  </w:t>
    </w:r>
    <w:proofErr w:type="spellStart"/>
    <w:r w:rsidR="00E759E8" w:rsidRPr="00E4114A">
      <w:rPr>
        <w:rFonts w:ascii="Georgia" w:hAnsi="Georgia" w:cs="JansonCE-Italic"/>
        <w:i/>
        <w:iCs/>
        <w:sz w:val="18"/>
        <w:szCs w:val="18"/>
        <w:lang w:val="de-DE"/>
      </w:rPr>
      <w:t>telefon</w:t>
    </w:r>
    <w:proofErr w:type="spellEnd"/>
    <w:r w:rsidR="00E759E8" w:rsidRPr="00E4114A">
      <w:rPr>
        <w:rFonts w:ascii="Georgia" w:hAnsi="Georgia" w:cs="JansonCE-Italic"/>
        <w:i/>
        <w:iCs/>
        <w:sz w:val="18"/>
        <w:szCs w:val="18"/>
        <w:lang w:val="de-DE"/>
      </w:rPr>
      <w:t>: +36 1 441 4488</w:t>
    </w:r>
  </w:p>
  <w:p w:rsidR="001A430D" w:rsidRPr="004B504B" w:rsidRDefault="001A430D" w:rsidP="00AE1C9D">
    <w:pPr>
      <w:pStyle w:val="llb"/>
      <w:tabs>
        <w:tab w:val="clear" w:pos="4536"/>
        <w:tab w:val="clear" w:pos="9072"/>
        <w:tab w:val="left" w:pos="3420"/>
      </w:tabs>
      <w:jc w:val="center"/>
      <w:rPr>
        <w:rFonts w:ascii="Georgia" w:hAnsi="Georgia"/>
        <w:i/>
        <w:sz w:val="18"/>
        <w:szCs w:val="18"/>
      </w:rPr>
    </w:pPr>
    <w:r w:rsidRPr="00E4114A">
      <w:rPr>
        <w:rFonts w:ascii="Georgia" w:hAnsi="Georgia" w:cs="JansonCE-Italic"/>
        <w:i/>
        <w:iCs/>
        <w:sz w:val="18"/>
        <w:szCs w:val="18"/>
        <w:lang w:val="de-DE"/>
      </w:rPr>
      <w:t>www.</w:t>
    </w:r>
    <w:r w:rsidRPr="00E4114A">
      <w:rPr>
        <w:rFonts w:ascii="Georgia" w:hAnsi="Georgia"/>
        <w:i/>
        <w:iCs/>
        <w:sz w:val="18"/>
        <w:szCs w:val="18"/>
        <w:lang w:val="de-DE"/>
      </w:rPr>
      <w:t>parlament</w:t>
    </w:r>
    <w:r w:rsidRPr="00E4114A">
      <w:rPr>
        <w:rFonts w:ascii="Georgia" w:hAnsi="Georgia" w:cs="JansonCE-Italic"/>
        <w:i/>
        <w:iCs/>
        <w:sz w:val="18"/>
        <w:szCs w:val="18"/>
        <w:lang w:val="de-DE"/>
      </w:rPr>
      <w:t>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BF1" w:rsidRDefault="00CD4BF1" w:rsidP="000037BD">
      <w:r>
        <w:separator/>
      </w:r>
    </w:p>
  </w:footnote>
  <w:footnote w:type="continuationSeparator" w:id="0">
    <w:p w:rsidR="00CD4BF1" w:rsidRDefault="00CD4BF1" w:rsidP="00003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30D" w:rsidRDefault="001A430D" w:rsidP="001A430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A430D" w:rsidRDefault="001A430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24"/>
      </w:rPr>
      <w:id w:val="-453170610"/>
      <w:docPartObj>
        <w:docPartGallery w:val="Page Numbers (Top of Page)"/>
        <w:docPartUnique/>
      </w:docPartObj>
    </w:sdtPr>
    <w:sdtEndPr/>
    <w:sdtContent>
      <w:p w:rsidR="001A430D" w:rsidRPr="0065616F" w:rsidRDefault="001A430D" w:rsidP="004D130F">
        <w:pPr>
          <w:pStyle w:val="lfej"/>
          <w:spacing w:before="240" w:after="240"/>
          <w:jc w:val="center"/>
          <w:rPr>
            <w:rFonts w:ascii="Georgia" w:hAnsi="Georgia"/>
            <w:sz w:val="24"/>
          </w:rPr>
        </w:pPr>
        <w:r>
          <w:rPr>
            <w:rFonts w:ascii="Georgia" w:hAnsi="Georgia"/>
            <w:sz w:val="24"/>
          </w:rPr>
          <w:t xml:space="preserve">- </w:t>
        </w:r>
        <w:r w:rsidRPr="0065616F">
          <w:rPr>
            <w:rFonts w:ascii="Georgia" w:hAnsi="Georgia"/>
            <w:sz w:val="24"/>
          </w:rPr>
          <w:fldChar w:fldCharType="begin"/>
        </w:r>
        <w:r w:rsidRPr="0065616F">
          <w:rPr>
            <w:rFonts w:ascii="Georgia" w:hAnsi="Georgia"/>
            <w:sz w:val="24"/>
          </w:rPr>
          <w:instrText>PAGE   \* MERGEFORMAT</w:instrText>
        </w:r>
        <w:r w:rsidRPr="0065616F">
          <w:rPr>
            <w:rFonts w:ascii="Georgia" w:hAnsi="Georgia"/>
            <w:sz w:val="24"/>
          </w:rPr>
          <w:fldChar w:fldCharType="separate"/>
        </w:r>
        <w:r w:rsidR="00E27E90">
          <w:rPr>
            <w:rFonts w:ascii="Georgia" w:hAnsi="Georgia"/>
            <w:noProof/>
            <w:sz w:val="24"/>
          </w:rPr>
          <w:t>2</w:t>
        </w:r>
        <w:r w:rsidRPr="0065616F">
          <w:rPr>
            <w:rFonts w:ascii="Georgia" w:hAnsi="Georgia"/>
            <w:sz w:val="24"/>
          </w:rPr>
          <w:fldChar w:fldCharType="end"/>
        </w:r>
        <w:r>
          <w:rPr>
            <w:rFonts w:ascii="Georgia" w:hAnsi="Georgia"/>
            <w:sz w:val="24"/>
          </w:rPr>
          <w:t xml:space="preserve"> -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b/>
        <w:noProof/>
        <w:sz w:val="24"/>
        <w:szCs w:val="16"/>
      </w:rPr>
      <w:id w:val="-1373534652"/>
      <w:lock w:val="contentLocked"/>
      <w:group/>
    </w:sdtPr>
    <w:sdtEndPr>
      <w:rPr>
        <w:rFonts w:cs="Calibri"/>
        <w:noProof w:val="0"/>
        <w:sz w:val="16"/>
        <w:lang w:val="en-US"/>
      </w:rPr>
    </w:sdtEndPr>
    <w:sdtContent>
      <w:sdt>
        <w:sdtPr>
          <w:rPr>
            <w:rFonts w:ascii="Georgia" w:hAnsi="Georgia"/>
            <w:b/>
            <w:noProof/>
            <w:sz w:val="24"/>
            <w:szCs w:val="16"/>
          </w:rPr>
          <w:id w:val="559295492"/>
          <w:lock w:val="sdtContentLocked"/>
          <w:group/>
        </w:sdtPr>
        <w:sdtEndPr>
          <w:rPr>
            <w:rFonts w:cs="Calibri"/>
            <w:noProof w:val="0"/>
            <w:sz w:val="16"/>
            <w:lang w:val="en-US"/>
          </w:rPr>
        </w:sdtEndPr>
        <w:sdtContent>
          <w:p w:rsidR="001A430D" w:rsidRDefault="001A430D" w:rsidP="00323662">
            <w:pPr>
              <w:tabs>
                <w:tab w:val="center" w:pos="4536"/>
              </w:tabs>
              <w:spacing w:after="120"/>
              <w:jc w:val="both"/>
              <w:rPr>
                <w:rFonts w:ascii="Georgia" w:hAnsi="Georgia"/>
                <w:b/>
                <w:noProof/>
                <w:sz w:val="24"/>
                <w:szCs w:val="16"/>
              </w:rPr>
            </w:pPr>
            <w:r>
              <w:rPr>
                <w:rFonts w:ascii="Georgia" w:hAnsi="Georgia"/>
                <w:b/>
                <w:noProof/>
                <w:sz w:val="24"/>
                <w:szCs w:val="16"/>
              </w:rPr>
              <w:tab/>
            </w:r>
            <w:r>
              <w:rPr>
                <w:b/>
                <w:noProof/>
              </w:rPr>
              <w:drawing>
                <wp:inline distT="0" distB="0" distL="0" distR="0" wp14:anchorId="0B45E63C" wp14:editId="139E5022">
                  <wp:extent cx="1731645" cy="578485"/>
                  <wp:effectExtent l="0" t="0" r="190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645" cy="578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430D" w:rsidRPr="00BE50E4" w:rsidRDefault="001A430D" w:rsidP="00323662">
            <w:pPr>
              <w:tabs>
                <w:tab w:val="center" w:pos="4536"/>
              </w:tabs>
              <w:spacing w:after="120"/>
              <w:jc w:val="both"/>
              <w:rPr>
                <w:rFonts w:ascii="Georgia" w:hAnsi="Georgia"/>
                <w:noProof/>
                <w:sz w:val="24"/>
                <w:szCs w:val="24"/>
              </w:rPr>
            </w:pPr>
            <w:r w:rsidRPr="008C6CC3">
              <w:rPr>
                <w:rFonts w:ascii="Georgia" w:hAnsi="Georgia"/>
                <w:noProof/>
                <w:sz w:val="24"/>
                <w:szCs w:val="16"/>
              </w:rPr>
              <w:tab/>
            </w:r>
            <w:r w:rsidR="00AF7096" w:rsidRPr="008C6CC3">
              <w:rPr>
                <w:rFonts w:ascii="Georgia" w:hAnsi="Georgia"/>
                <w:noProof/>
                <w:sz w:val="24"/>
                <w:szCs w:val="16"/>
              </w:rPr>
              <w:t>ORSZÁGGYŰLÉS HIVATALA</w:t>
            </w:r>
          </w:p>
          <w:p w:rsidR="001A430D" w:rsidRPr="00A92E5B" w:rsidRDefault="00A92E5B" w:rsidP="00A92E5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A92E5B">
              <w:rPr>
                <w:rFonts w:ascii="Georgia" w:hAnsi="Georgia" w:cs="Calibri"/>
                <w:b/>
                <w:sz w:val="16"/>
                <w:szCs w:val="16"/>
                <w:lang w:val="en-US"/>
              </w:rPr>
              <w:t>KÖZGYŰJTEMÉNYI ÉS KÖZMŰVELŐDÉSI IGAZGATÓ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A5555F"/>
    <w:multiLevelType w:val="hybridMultilevel"/>
    <w:tmpl w:val="13CCBD74"/>
    <w:lvl w:ilvl="0" w:tplc="040E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F1"/>
    <w:rsid w:val="000037BD"/>
    <w:rsid w:val="00006F63"/>
    <w:rsid w:val="00007AEB"/>
    <w:rsid w:val="00013ABC"/>
    <w:rsid w:val="000218D9"/>
    <w:rsid w:val="00022209"/>
    <w:rsid w:val="0002396B"/>
    <w:rsid w:val="00023B95"/>
    <w:rsid w:val="00032F11"/>
    <w:rsid w:val="0003481A"/>
    <w:rsid w:val="00042705"/>
    <w:rsid w:val="000445E0"/>
    <w:rsid w:val="00046C7F"/>
    <w:rsid w:val="000479A1"/>
    <w:rsid w:val="000525CC"/>
    <w:rsid w:val="000527E7"/>
    <w:rsid w:val="00052B77"/>
    <w:rsid w:val="000561A5"/>
    <w:rsid w:val="00072D8B"/>
    <w:rsid w:val="00082859"/>
    <w:rsid w:val="00083865"/>
    <w:rsid w:val="0008679A"/>
    <w:rsid w:val="000935D1"/>
    <w:rsid w:val="00094F7C"/>
    <w:rsid w:val="000B4084"/>
    <w:rsid w:val="000B6E9C"/>
    <w:rsid w:val="000C3500"/>
    <w:rsid w:val="000C5F9C"/>
    <w:rsid w:val="000C7564"/>
    <w:rsid w:val="000D1976"/>
    <w:rsid w:val="000D4330"/>
    <w:rsid w:val="000E103C"/>
    <w:rsid w:val="000E54F6"/>
    <w:rsid w:val="000E5A5D"/>
    <w:rsid w:val="000E6B05"/>
    <w:rsid w:val="000F0BB5"/>
    <w:rsid w:val="00100F0A"/>
    <w:rsid w:val="00111425"/>
    <w:rsid w:val="001142E9"/>
    <w:rsid w:val="001308AA"/>
    <w:rsid w:val="0013252F"/>
    <w:rsid w:val="00137CB0"/>
    <w:rsid w:val="0015718D"/>
    <w:rsid w:val="0016508E"/>
    <w:rsid w:val="00173D70"/>
    <w:rsid w:val="001768A8"/>
    <w:rsid w:val="00177687"/>
    <w:rsid w:val="001A430D"/>
    <w:rsid w:val="001A5F34"/>
    <w:rsid w:val="001A6576"/>
    <w:rsid w:val="001B2A54"/>
    <w:rsid w:val="001B3FCC"/>
    <w:rsid w:val="001B69FF"/>
    <w:rsid w:val="001E04A8"/>
    <w:rsid w:val="001E4E01"/>
    <w:rsid w:val="001F0DE5"/>
    <w:rsid w:val="001F20BF"/>
    <w:rsid w:val="001F3D84"/>
    <w:rsid w:val="001F728B"/>
    <w:rsid w:val="00202ADD"/>
    <w:rsid w:val="0020324B"/>
    <w:rsid w:val="00210031"/>
    <w:rsid w:val="002163FA"/>
    <w:rsid w:val="00225454"/>
    <w:rsid w:val="002368EF"/>
    <w:rsid w:val="0024347F"/>
    <w:rsid w:val="00245C5E"/>
    <w:rsid w:val="00260956"/>
    <w:rsid w:val="0026111C"/>
    <w:rsid w:val="00274FC6"/>
    <w:rsid w:val="00290EAA"/>
    <w:rsid w:val="00297236"/>
    <w:rsid w:val="002B5604"/>
    <w:rsid w:val="002C30A0"/>
    <w:rsid w:val="002C6FA0"/>
    <w:rsid w:val="002C77CF"/>
    <w:rsid w:val="002E0608"/>
    <w:rsid w:val="002E29F2"/>
    <w:rsid w:val="002F1FF4"/>
    <w:rsid w:val="002F25FC"/>
    <w:rsid w:val="002F367B"/>
    <w:rsid w:val="002F3C8E"/>
    <w:rsid w:val="002F4957"/>
    <w:rsid w:val="00301E68"/>
    <w:rsid w:val="003102BE"/>
    <w:rsid w:val="00320B53"/>
    <w:rsid w:val="00321721"/>
    <w:rsid w:val="00322475"/>
    <w:rsid w:val="00322995"/>
    <w:rsid w:val="00323662"/>
    <w:rsid w:val="0032573E"/>
    <w:rsid w:val="00334FC8"/>
    <w:rsid w:val="00344A98"/>
    <w:rsid w:val="003502CD"/>
    <w:rsid w:val="00352551"/>
    <w:rsid w:val="0035337F"/>
    <w:rsid w:val="003608F6"/>
    <w:rsid w:val="003609E6"/>
    <w:rsid w:val="00370D72"/>
    <w:rsid w:val="00373347"/>
    <w:rsid w:val="00374366"/>
    <w:rsid w:val="00374FEA"/>
    <w:rsid w:val="00384B3A"/>
    <w:rsid w:val="00387BB3"/>
    <w:rsid w:val="00391BA0"/>
    <w:rsid w:val="00392826"/>
    <w:rsid w:val="00395DFA"/>
    <w:rsid w:val="003A6FD4"/>
    <w:rsid w:val="003B1AED"/>
    <w:rsid w:val="003B3D8B"/>
    <w:rsid w:val="003B4E5D"/>
    <w:rsid w:val="003C1105"/>
    <w:rsid w:val="003C134B"/>
    <w:rsid w:val="003C19A6"/>
    <w:rsid w:val="003C2594"/>
    <w:rsid w:val="003C6397"/>
    <w:rsid w:val="003C711C"/>
    <w:rsid w:val="003D0111"/>
    <w:rsid w:val="003D0D4E"/>
    <w:rsid w:val="003D48D0"/>
    <w:rsid w:val="003E203E"/>
    <w:rsid w:val="003F28FA"/>
    <w:rsid w:val="003F43A6"/>
    <w:rsid w:val="00402B7A"/>
    <w:rsid w:val="00404396"/>
    <w:rsid w:val="00413618"/>
    <w:rsid w:val="004150B6"/>
    <w:rsid w:val="004200A8"/>
    <w:rsid w:val="00426F47"/>
    <w:rsid w:val="0043229F"/>
    <w:rsid w:val="0043473C"/>
    <w:rsid w:val="0044275D"/>
    <w:rsid w:val="004454F5"/>
    <w:rsid w:val="00445813"/>
    <w:rsid w:val="00450BDC"/>
    <w:rsid w:val="0045209C"/>
    <w:rsid w:val="004536FC"/>
    <w:rsid w:val="00463A87"/>
    <w:rsid w:val="00464EA8"/>
    <w:rsid w:val="00466E68"/>
    <w:rsid w:val="00476585"/>
    <w:rsid w:val="004806D1"/>
    <w:rsid w:val="00483515"/>
    <w:rsid w:val="00485BB4"/>
    <w:rsid w:val="00487FBF"/>
    <w:rsid w:val="00487FE5"/>
    <w:rsid w:val="0049325E"/>
    <w:rsid w:val="004A2989"/>
    <w:rsid w:val="004A643E"/>
    <w:rsid w:val="004B1781"/>
    <w:rsid w:val="004B504B"/>
    <w:rsid w:val="004C689A"/>
    <w:rsid w:val="004D130F"/>
    <w:rsid w:val="004D4077"/>
    <w:rsid w:val="004E4E0E"/>
    <w:rsid w:val="00505467"/>
    <w:rsid w:val="0050589D"/>
    <w:rsid w:val="00505D8F"/>
    <w:rsid w:val="0050722A"/>
    <w:rsid w:val="0051232C"/>
    <w:rsid w:val="00524D88"/>
    <w:rsid w:val="0055541F"/>
    <w:rsid w:val="00565FFB"/>
    <w:rsid w:val="00567683"/>
    <w:rsid w:val="005715EB"/>
    <w:rsid w:val="00574B01"/>
    <w:rsid w:val="00581C78"/>
    <w:rsid w:val="00584819"/>
    <w:rsid w:val="00585E2E"/>
    <w:rsid w:val="005C16F5"/>
    <w:rsid w:val="005D6F43"/>
    <w:rsid w:val="005E4B3B"/>
    <w:rsid w:val="005E7796"/>
    <w:rsid w:val="00610C34"/>
    <w:rsid w:val="00611129"/>
    <w:rsid w:val="00623D8C"/>
    <w:rsid w:val="006343DD"/>
    <w:rsid w:val="006364EB"/>
    <w:rsid w:val="00636D6B"/>
    <w:rsid w:val="006411EC"/>
    <w:rsid w:val="0065251C"/>
    <w:rsid w:val="0065616F"/>
    <w:rsid w:val="006637EC"/>
    <w:rsid w:val="00667A0A"/>
    <w:rsid w:val="006755AC"/>
    <w:rsid w:val="00675E26"/>
    <w:rsid w:val="006774B4"/>
    <w:rsid w:val="0069703B"/>
    <w:rsid w:val="006A5460"/>
    <w:rsid w:val="006A6FC4"/>
    <w:rsid w:val="006B1956"/>
    <w:rsid w:val="006B2F4C"/>
    <w:rsid w:val="006B3B22"/>
    <w:rsid w:val="006C1E7B"/>
    <w:rsid w:val="006C5240"/>
    <w:rsid w:val="006C7053"/>
    <w:rsid w:val="006C7F41"/>
    <w:rsid w:val="006D004C"/>
    <w:rsid w:val="006D14F1"/>
    <w:rsid w:val="006E6A20"/>
    <w:rsid w:val="006E7631"/>
    <w:rsid w:val="006F032B"/>
    <w:rsid w:val="006F5280"/>
    <w:rsid w:val="006F67EB"/>
    <w:rsid w:val="007027EE"/>
    <w:rsid w:val="007108C3"/>
    <w:rsid w:val="00717052"/>
    <w:rsid w:val="00717CC6"/>
    <w:rsid w:val="00730CD0"/>
    <w:rsid w:val="00735197"/>
    <w:rsid w:val="00743379"/>
    <w:rsid w:val="007465A9"/>
    <w:rsid w:val="00746A88"/>
    <w:rsid w:val="007510AB"/>
    <w:rsid w:val="00752A70"/>
    <w:rsid w:val="0075351B"/>
    <w:rsid w:val="00763E54"/>
    <w:rsid w:val="00766E1B"/>
    <w:rsid w:val="007676C2"/>
    <w:rsid w:val="00771374"/>
    <w:rsid w:val="007721A0"/>
    <w:rsid w:val="0078340B"/>
    <w:rsid w:val="00786CF6"/>
    <w:rsid w:val="007873B2"/>
    <w:rsid w:val="007955B1"/>
    <w:rsid w:val="0079769D"/>
    <w:rsid w:val="00797B56"/>
    <w:rsid w:val="007A25EB"/>
    <w:rsid w:val="007A3728"/>
    <w:rsid w:val="007A3834"/>
    <w:rsid w:val="007A7EE3"/>
    <w:rsid w:val="007B0837"/>
    <w:rsid w:val="007B08B9"/>
    <w:rsid w:val="007B73CF"/>
    <w:rsid w:val="007C071B"/>
    <w:rsid w:val="007C3346"/>
    <w:rsid w:val="007D0EE1"/>
    <w:rsid w:val="007E7F7A"/>
    <w:rsid w:val="007F30C8"/>
    <w:rsid w:val="007F4F3B"/>
    <w:rsid w:val="0080682B"/>
    <w:rsid w:val="008336C7"/>
    <w:rsid w:val="00834AEA"/>
    <w:rsid w:val="008352FE"/>
    <w:rsid w:val="00840BC4"/>
    <w:rsid w:val="00841254"/>
    <w:rsid w:val="008462D4"/>
    <w:rsid w:val="008476BE"/>
    <w:rsid w:val="008542B5"/>
    <w:rsid w:val="00854CB6"/>
    <w:rsid w:val="00871729"/>
    <w:rsid w:val="00883DB8"/>
    <w:rsid w:val="00883F3D"/>
    <w:rsid w:val="008879EA"/>
    <w:rsid w:val="00896022"/>
    <w:rsid w:val="0089788B"/>
    <w:rsid w:val="008A2CE6"/>
    <w:rsid w:val="008B6311"/>
    <w:rsid w:val="008C6623"/>
    <w:rsid w:val="008C6A00"/>
    <w:rsid w:val="008C6CC3"/>
    <w:rsid w:val="008C797F"/>
    <w:rsid w:val="008D14BA"/>
    <w:rsid w:val="008E5A25"/>
    <w:rsid w:val="008F7470"/>
    <w:rsid w:val="00900C94"/>
    <w:rsid w:val="00912EF3"/>
    <w:rsid w:val="00922FE2"/>
    <w:rsid w:val="00926956"/>
    <w:rsid w:val="009373BB"/>
    <w:rsid w:val="0094118F"/>
    <w:rsid w:val="00952A22"/>
    <w:rsid w:val="00967569"/>
    <w:rsid w:val="00967805"/>
    <w:rsid w:val="009756F8"/>
    <w:rsid w:val="00987BCA"/>
    <w:rsid w:val="00997C3F"/>
    <w:rsid w:val="009A22B6"/>
    <w:rsid w:val="009A4354"/>
    <w:rsid w:val="009B38DA"/>
    <w:rsid w:val="009B6015"/>
    <w:rsid w:val="009D0C2D"/>
    <w:rsid w:val="009D56ED"/>
    <w:rsid w:val="009D6B2C"/>
    <w:rsid w:val="009D7952"/>
    <w:rsid w:val="009E440D"/>
    <w:rsid w:val="009E5AAA"/>
    <w:rsid w:val="009E78A7"/>
    <w:rsid w:val="009E7D51"/>
    <w:rsid w:val="009F1D7E"/>
    <w:rsid w:val="009F7D75"/>
    <w:rsid w:val="00A03F83"/>
    <w:rsid w:val="00A13483"/>
    <w:rsid w:val="00A2322B"/>
    <w:rsid w:val="00A26AD4"/>
    <w:rsid w:val="00A31CBF"/>
    <w:rsid w:val="00A35410"/>
    <w:rsid w:val="00A44CA8"/>
    <w:rsid w:val="00A530E3"/>
    <w:rsid w:val="00A54695"/>
    <w:rsid w:val="00A63C80"/>
    <w:rsid w:val="00A70BB3"/>
    <w:rsid w:val="00A7460A"/>
    <w:rsid w:val="00A76622"/>
    <w:rsid w:val="00A82690"/>
    <w:rsid w:val="00A84A19"/>
    <w:rsid w:val="00A8544B"/>
    <w:rsid w:val="00A85A3F"/>
    <w:rsid w:val="00A91631"/>
    <w:rsid w:val="00A91EC6"/>
    <w:rsid w:val="00A92E5B"/>
    <w:rsid w:val="00A93BEB"/>
    <w:rsid w:val="00A94627"/>
    <w:rsid w:val="00AC42E2"/>
    <w:rsid w:val="00AD0B54"/>
    <w:rsid w:val="00AE1C9D"/>
    <w:rsid w:val="00AE3E7C"/>
    <w:rsid w:val="00AE7C3D"/>
    <w:rsid w:val="00AF7096"/>
    <w:rsid w:val="00B01775"/>
    <w:rsid w:val="00B15D35"/>
    <w:rsid w:val="00B27867"/>
    <w:rsid w:val="00B30337"/>
    <w:rsid w:val="00B3192B"/>
    <w:rsid w:val="00B31DE5"/>
    <w:rsid w:val="00B32BE1"/>
    <w:rsid w:val="00B405E6"/>
    <w:rsid w:val="00B4330F"/>
    <w:rsid w:val="00B43796"/>
    <w:rsid w:val="00B514BA"/>
    <w:rsid w:val="00B52197"/>
    <w:rsid w:val="00B53BC1"/>
    <w:rsid w:val="00B61EBA"/>
    <w:rsid w:val="00B6355C"/>
    <w:rsid w:val="00B639C8"/>
    <w:rsid w:val="00B74EA1"/>
    <w:rsid w:val="00B825D2"/>
    <w:rsid w:val="00B8272C"/>
    <w:rsid w:val="00B962F5"/>
    <w:rsid w:val="00BA3A98"/>
    <w:rsid w:val="00BB3AF9"/>
    <w:rsid w:val="00BB63E7"/>
    <w:rsid w:val="00BB704D"/>
    <w:rsid w:val="00BC7F92"/>
    <w:rsid w:val="00BD54C6"/>
    <w:rsid w:val="00BE0E38"/>
    <w:rsid w:val="00BE50E4"/>
    <w:rsid w:val="00C00800"/>
    <w:rsid w:val="00C03291"/>
    <w:rsid w:val="00C1176D"/>
    <w:rsid w:val="00C16FEE"/>
    <w:rsid w:val="00C21E5B"/>
    <w:rsid w:val="00C26C34"/>
    <w:rsid w:val="00C277A0"/>
    <w:rsid w:val="00C3011C"/>
    <w:rsid w:val="00C339D3"/>
    <w:rsid w:val="00C4088D"/>
    <w:rsid w:val="00C41578"/>
    <w:rsid w:val="00C4524B"/>
    <w:rsid w:val="00C4673F"/>
    <w:rsid w:val="00C5448F"/>
    <w:rsid w:val="00C55FB0"/>
    <w:rsid w:val="00C5602F"/>
    <w:rsid w:val="00C64245"/>
    <w:rsid w:val="00C6798F"/>
    <w:rsid w:val="00C70688"/>
    <w:rsid w:val="00C751EF"/>
    <w:rsid w:val="00C85184"/>
    <w:rsid w:val="00C8601B"/>
    <w:rsid w:val="00C86F89"/>
    <w:rsid w:val="00C87A1D"/>
    <w:rsid w:val="00C9314A"/>
    <w:rsid w:val="00C95CE6"/>
    <w:rsid w:val="00CA2FB7"/>
    <w:rsid w:val="00CB6A8D"/>
    <w:rsid w:val="00CC301E"/>
    <w:rsid w:val="00CD4BF1"/>
    <w:rsid w:val="00CD4F9F"/>
    <w:rsid w:val="00CD52BE"/>
    <w:rsid w:val="00CD5A6D"/>
    <w:rsid w:val="00CE5A89"/>
    <w:rsid w:val="00CF030D"/>
    <w:rsid w:val="00D001D1"/>
    <w:rsid w:val="00D01C09"/>
    <w:rsid w:val="00D1011D"/>
    <w:rsid w:val="00D11A90"/>
    <w:rsid w:val="00D17F21"/>
    <w:rsid w:val="00D27CBC"/>
    <w:rsid w:val="00D3048C"/>
    <w:rsid w:val="00D30722"/>
    <w:rsid w:val="00D372DA"/>
    <w:rsid w:val="00D51B3B"/>
    <w:rsid w:val="00D5597E"/>
    <w:rsid w:val="00D570D7"/>
    <w:rsid w:val="00D63E00"/>
    <w:rsid w:val="00D80187"/>
    <w:rsid w:val="00D83091"/>
    <w:rsid w:val="00D959C7"/>
    <w:rsid w:val="00DA30AC"/>
    <w:rsid w:val="00DA6652"/>
    <w:rsid w:val="00DB7145"/>
    <w:rsid w:val="00DC0A28"/>
    <w:rsid w:val="00DC0C8D"/>
    <w:rsid w:val="00DC2133"/>
    <w:rsid w:val="00DC56A5"/>
    <w:rsid w:val="00DC6B1E"/>
    <w:rsid w:val="00DD426D"/>
    <w:rsid w:val="00DD5954"/>
    <w:rsid w:val="00DD7759"/>
    <w:rsid w:val="00DE25BA"/>
    <w:rsid w:val="00DE42E3"/>
    <w:rsid w:val="00DF0BBF"/>
    <w:rsid w:val="00DF674E"/>
    <w:rsid w:val="00E00F81"/>
    <w:rsid w:val="00E03629"/>
    <w:rsid w:val="00E103E5"/>
    <w:rsid w:val="00E15C33"/>
    <w:rsid w:val="00E2000C"/>
    <w:rsid w:val="00E2449C"/>
    <w:rsid w:val="00E27E90"/>
    <w:rsid w:val="00E36196"/>
    <w:rsid w:val="00E4114A"/>
    <w:rsid w:val="00E4386F"/>
    <w:rsid w:val="00E60F58"/>
    <w:rsid w:val="00E65653"/>
    <w:rsid w:val="00E65762"/>
    <w:rsid w:val="00E658C7"/>
    <w:rsid w:val="00E67712"/>
    <w:rsid w:val="00E71971"/>
    <w:rsid w:val="00E71E1C"/>
    <w:rsid w:val="00E73007"/>
    <w:rsid w:val="00E74480"/>
    <w:rsid w:val="00E759E8"/>
    <w:rsid w:val="00E77CFA"/>
    <w:rsid w:val="00E81B41"/>
    <w:rsid w:val="00E879BF"/>
    <w:rsid w:val="00EA3680"/>
    <w:rsid w:val="00EA712E"/>
    <w:rsid w:val="00EB254A"/>
    <w:rsid w:val="00EB5600"/>
    <w:rsid w:val="00EC5E20"/>
    <w:rsid w:val="00ED5A26"/>
    <w:rsid w:val="00EE2F6D"/>
    <w:rsid w:val="00EF2668"/>
    <w:rsid w:val="00EF395A"/>
    <w:rsid w:val="00F01ED5"/>
    <w:rsid w:val="00F023AC"/>
    <w:rsid w:val="00F02C63"/>
    <w:rsid w:val="00F047CE"/>
    <w:rsid w:val="00F04AC8"/>
    <w:rsid w:val="00F1752F"/>
    <w:rsid w:val="00F27EB8"/>
    <w:rsid w:val="00F300B8"/>
    <w:rsid w:val="00F4011D"/>
    <w:rsid w:val="00F4452D"/>
    <w:rsid w:val="00F467FF"/>
    <w:rsid w:val="00F47217"/>
    <w:rsid w:val="00F525F6"/>
    <w:rsid w:val="00F5417E"/>
    <w:rsid w:val="00F56784"/>
    <w:rsid w:val="00F56838"/>
    <w:rsid w:val="00F6006B"/>
    <w:rsid w:val="00F617A9"/>
    <w:rsid w:val="00F63642"/>
    <w:rsid w:val="00F6369A"/>
    <w:rsid w:val="00F640D1"/>
    <w:rsid w:val="00F66A27"/>
    <w:rsid w:val="00F75BF9"/>
    <w:rsid w:val="00F855BE"/>
    <w:rsid w:val="00F91177"/>
    <w:rsid w:val="00F918DF"/>
    <w:rsid w:val="00F94CEF"/>
    <w:rsid w:val="00F95DEF"/>
    <w:rsid w:val="00F97A23"/>
    <w:rsid w:val="00FA1BD0"/>
    <w:rsid w:val="00FA3188"/>
    <w:rsid w:val="00FA35CE"/>
    <w:rsid w:val="00FA36F2"/>
    <w:rsid w:val="00FA7998"/>
    <w:rsid w:val="00FC3F1A"/>
    <w:rsid w:val="00FD5593"/>
    <w:rsid w:val="00FD63F8"/>
    <w:rsid w:val="00FE6C57"/>
    <w:rsid w:val="00FE6D2A"/>
    <w:rsid w:val="00FF484F"/>
    <w:rsid w:val="00FF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E7FA3D"/>
  <w15:docId w15:val="{DCD8CCC1-8587-46B9-BA65-1BED623BB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1E1C"/>
  </w:style>
  <w:style w:type="paragraph" w:styleId="Cmsor2">
    <w:name w:val="heading 2"/>
    <w:basedOn w:val="Norml"/>
    <w:next w:val="Norml"/>
    <w:qFormat/>
    <w:rsid w:val="00E71E1C"/>
    <w:pPr>
      <w:keepNext/>
      <w:outlineLvl w:val="1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71E1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0037B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037BD"/>
  </w:style>
  <w:style w:type="paragraph" w:styleId="llb">
    <w:name w:val="footer"/>
    <w:basedOn w:val="Norml"/>
    <w:link w:val="llbChar"/>
    <w:rsid w:val="000037B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037BD"/>
  </w:style>
  <w:style w:type="paragraph" w:styleId="Nincstrkz">
    <w:name w:val="No Spacing"/>
    <w:uiPriority w:val="1"/>
    <w:qFormat/>
    <w:rsid w:val="00173D70"/>
    <w:rPr>
      <w:rFonts w:ascii="Calibri" w:eastAsia="Calibri" w:hAnsi="Calibri"/>
      <w:sz w:val="22"/>
      <w:szCs w:val="22"/>
      <w:lang w:eastAsia="en-US"/>
    </w:rPr>
  </w:style>
  <w:style w:type="paragraph" w:customStyle="1" w:styleId="Style-3">
    <w:name w:val="Style-3"/>
    <w:rsid w:val="005D6F43"/>
  </w:style>
  <w:style w:type="paragraph" w:customStyle="1" w:styleId="Default">
    <w:name w:val="Default"/>
    <w:rsid w:val="00CD52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rsid w:val="00CD52BE"/>
    <w:pPr>
      <w:spacing w:before="100" w:beforeAutospacing="1" w:after="100" w:afterAutospacing="1"/>
    </w:pPr>
    <w:rPr>
      <w:sz w:val="24"/>
      <w:szCs w:val="24"/>
    </w:rPr>
  </w:style>
  <w:style w:type="character" w:customStyle="1" w:styleId="Kiemels21">
    <w:name w:val="Kiemelés21"/>
    <w:qFormat/>
    <w:rsid w:val="00CD52BE"/>
    <w:rPr>
      <w:b/>
      <w:bCs/>
    </w:rPr>
  </w:style>
  <w:style w:type="character" w:styleId="Kiemels">
    <w:name w:val="Emphasis"/>
    <w:uiPriority w:val="20"/>
    <w:qFormat/>
    <w:rsid w:val="000218D9"/>
    <w:rPr>
      <w:i/>
      <w:iCs/>
    </w:rPr>
  </w:style>
  <w:style w:type="table" w:styleId="Rcsostblzat">
    <w:name w:val="Table Grid"/>
    <w:basedOn w:val="Normltblzat"/>
    <w:uiPriority w:val="39"/>
    <w:rsid w:val="001A657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elyrzszveg">
    <w:name w:val="Placeholder Text"/>
    <w:basedOn w:val="Bekezdsalapbettpusa"/>
    <w:uiPriority w:val="99"/>
    <w:semiHidden/>
    <w:rsid w:val="00DD7759"/>
    <w:rPr>
      <w:color w:val="808080"/>
    </w:rPr>
  </w:style>
  <w:style w:type="paragraph" w:styleId="Listaszerbekezds">
    <w:name w:val="List Paragraph"/>
    <w:basedOn w:val="Norml"/>
    <w:uiPriority w:val="34"/>
    <w:qFormat/>
    <w:rsid w:val="003F43A6"/>
    <w:pPr>
      <w:ind w:left="720"/>
      <w:contextualSpacing/>
    </w:pPr>
  </w:style>
  <w:style w:type="paragraph" w:customStyle="1" w:styleId="BasicParagraph">
    <w:name w:val="[Basic Paragraph]"/>
    <w:basedOn w:val="Norml"/>
    <w:uiPriority w:val="99"/>
    <w:rsid w:val="0047658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val="en-US"/>
    </w:rPr>
  </w:style>
  <w:style w:type="character" w:styleId="Oldalszm">
    <w:name w:val="page number"/>
    <w:basedOn w:val="Bekezdsalapbettpusa"/>
    <w:uiPriority w:val="99"/>
    <w:semiHidden/>
    <w:unhideWhenUsed/>
    <w:rsid w:val="00C931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6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ABLONOK\KKIG_veze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E792A2CE9E045CF975CB9F9A652AB6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A5A45B9-D697-4871-8D2D-DAFFB000B4E6}"/>
      </w:docPartPr>
      <w:docPartBody>
        <w:p w:rsidR="00000000" w:rsidRDefault="007543F4">
          <w:pPr>
            <w:pStyle w:val="8E792A2CE9E045CF975CB9F9A652AB6A"/>
          </w:pPr>
          <w:r w:rsidRPr="00E365F6">
            <w:rPr>
              <w:rFonts w:ascii="Georgia" w:hAnsi="Georgia"/>
            </w:rPr>
            <w:t xml:space="preserve">          </w:t>
          </w:r>
          <w:r>
            <w:rPr>
              <w:rFonts w:ascii="Georgia" w:hAnsi="Georgia"/>
            </w:rPr>
            <w:t xml:space="preserve">  </w:t>
          </w:r>
        </w:p>
      </w:docPartBody>
    </w:docPart>
    <w:docPart>
      <w:docPartPr>
        <w:name w:val="383BCA397C104FF1A76259648CB7ED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3E48A9-01E6-42E1-BE02-26B5CA48C2B5}"/>
      </w:docPartPr>
      <w:docPartBody>
        <w:p w:rsidR="00000000" w:rsidRDefault="007543F4">
          <w:pPr>
            <w:pStyle w:val="383BCA397C104FF1A76259648CB7EDF8"/>
          </w:pPr>
          <w:r w:rsidRPr="003B4E5D">
            <w:rPr>
              <w:rFonts w:ascii="Georgia" w:hAnsi="Georgia"/>
              <w:b/>
            </w:rPr>
            <w:t>Címzett hivatal / cég</w:t>
          </w:r>
        </w:p>
      </w:docPartBody>
    </w:docPart>
    <w:docPart>
      <w:docPartPr>
        <w:name w:val="4BFED217DEC44EC4AE792837F04E7C8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90EB46-5E5A-4E38-8969-F384029277C3}"/>
      </w:docPartPr>
      <w:docPartBody>
        <w:p w:rsidR="00000000" w:rsidRDefault="007543F4">
          <w:pPr>
            <w:pStyle w:val="4BFED217DEC44EC4AE792837F04E7C80"/>
          </w:pPr>
          <w:r w:rsidRPr="003B4E5D">
            <w:rPr>
              <w:rFonts w:ascii="Georgia" w:hAnsi="Georgia"/>
              <w:b/>
            </w:rPr>
            <w:t>Címzett neve (úr, úrhölgy nélkül)</w:t>
          </w:r>
        </w:p>
      </w:docPartBody>
    </w:docPart>
    <w:docPart>
      <w:docPartPr>
        <w:name w:val="A17AF2C6AAE84322A4870214FBFAE2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8DCD743-D6E2-4099-AFB7-C00FD08AB8D5}"/>
      </w:docPartPr>
      <w:docPartBody>
        <w:p w:rsidR="00000000" w:rsidRDefault="007543F4">
          <w:pPr>
            <w:pStyle w:val="A17AF2C6AAE84322A4870214FBFAE286"/>
          </w:pPr>
          <w:r w:rsidRPr="00DD7759">
            <w:rPr>
              <w:rFonts w:ascii="Georgia" w:hAnsi="Georgia"/>
            </w:rPr>
            <w:t>címzett titulusa (kis kezdőbetűvel) részére</w:t>
          </w:r>
        </w:p>
      </w:docPartBody>
    </w:docPart>
    <w:docPart>
      <w:docPartPr>
        <w:name w:val="4203D58629E540FC87BCA85A0F6AD4C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12403C-40C2-48EB-974A-BB94EEC8EE38}"/>
      </w:docPartPr>
      <w:docPartBody>
        <w:p w:rsidR="00000000" w:rsidRDefault="007543F4">
          <w:pPr>
            <w:pStyle w:val="4203D58629E540FC87BCA85A0F6AD4C5"/>
          </w:pPr>
          <w:r w:rsidRPr="00DD7759">
            <w:rPr>
              <w:rFonts w:ascii="Georgia" w:hAnsi="Georgia"/>
              <w:u w:val="single"/>
            </w:rPr>
            <w:t>Város</w:t>
          </w:r>
        </w:p>
      </w:docPartBody>
    </w:docPart>
    <w:docPart>
      <w:docPartPr>
        <w:name w:val="4FE86D916B214EE8AF556860D8E3D91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EA7411-8F5B-4A7E-9865-9B6C0AAE4CC4}"/>
      </w:docPartPr>
      <w:docPartBody>
        <w:p w:rsidR="00000000" w:rsidRDefault="007543F4">
          <w:pPr>
            <w:pStyle w:val="4FE86D916B214EE8AF556860D8E3D91F"/>
          </w:pPr>
          <w:r w:rsidRPr="00E103E5">
            <w:rPr>
              <w:rFonts w:ascii="Georgia" w:hAnsi="Georgia"/>
            </w:rPr>
            <w:t>Utca, házszám</w:t>
          </w:r>
        </w:p>
      </w:docPartBody>
    </w:docPart>
    <w:docPart>
      <w:docPartPr>
        <w:name w:val="B312BB90CFBF417E8E34DB6AC7E263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ABE1A34-7A22-4E89-9608-1B5BD3B4CAAB}"/>
      </w:docPartPr>
      <w:docPartBody>
        <w:p w:rsidR="00000000" w:rsidRDefault="007543F4">
          <w:pPr>
            <w:pStyle w:val="B312BB90CFBF417E8E34DB6AC7E263A2"/>
          </w:pPr>
          <w:r w:rsidRPr="00E103E5">
            <w:rPr>
              <w:rFonts w:ascii="Georgia" w:hAnsi="Georgia"/>
            </w:rPr>
            <w:t>irányítószám</w:t>
          </w:r>
        </w:p>
      </w:docPartBody>
    </w:docPart>
    <w:docPart>
      <w:docPartPr>
        <w:name w:val="09A7D0C1AA6E4B7FB638A0BF174C6B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4EEDA1E-7B38-48AF-B0C9-E48F85B97D98}"/>
      </w:docPartPr>
      <w:docPartBody>
        <w:p w:rsidR="00000000" w:rsidRDefault="007543F4">
          <w:pPr>
            <w:pStyle w:val="09A7D0C1AA6E4B7FB638A0BF174C6B17"/>
          </w:pPr>
          <w:r w:rsidRPr="00E103E5">
            <w:rPr>
              <w:rFonts w:ascii="Georgia" w:hAnsi="Georgia"/>
            </w:rPr>
            <w:t>Tisztelt Vezetéknév Keresztnév (úr, úrhölgy nélkül)</w:t>
          </w:r>
          <w:r>
            <w:rPr>
              <w:rFonts w:ascii="Georgia" w:hAnsi="Georgia"/>
            </w:rPr>
            <w:t>!</w:t>
          </w:r>
          <w:r w:rsidRPr="00E103E5">
            <w:rPr>
              <w:rFonts w:ascii="Georgia" w:hAnsi="Georgia"/>
            </w:rPr>
            <w:t xml:space="preserve"> VAGY Titulus + Úr/Asszony!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JansonCE-Italic">
    <w:altName w:val="JansonCE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8E792A2CE9E045CF975CB9F9A652AB6A">
    <w:name w:val="8E792A2CE9E045CF975CB9F9A652AB6A"/>
  </w:style>
  <w:style w:type="paragraph" w:customStyle="1" w:styleId="383BCA397C104FF1A76259648CB7EDF8">
    <w:name w:val="383BCA397C104FF1A76259648CB7EDF8"/>
  </w:style>
  <w:style w:type="paragraph" w:customStyle="1" w:styleId="4BFED217DEC44EC4AE792837F04E7C80">
    <w:name w:val="4BFED217DEC44EC4AE792837F04E7C80"/>
  </w:style>
  <w:style w:type="paragraph" w:customStyle="1" w:styleId="A17AF2C6AAE84322A4870214FBFAE286">
    <w:name w:val="A17AF2C6AAE84322A4870214FBFAE286"/>
  </w:style>
  <w:style w:type="paragraph" w:customStyle="1" w:styleId="4203D58629E540FC87BCA85A0F6AD4C5">
    <w:name w:val="4203D58629E540FC87BCA85A0F6AD4C5"/>
  </w:style>
  <w:style w:type="paragraph" w:customStyle="1" w:styleId="4FE86D916B214EE8AF556860D8E3D91F">
    <w:name w:val="4FE86D916B214EE8AF556860D8E3D91F"/>
  </w:style>
  <w:style w:type="paragraph" w:customStyle="1" w:styleId="B312BB90CFBF417E8E34DB6AC7E263A2">
    <w:name w:val="B312BB90CFBF417E8E34DB6AC7E263A2"/>
  </w:style>
  <w:style w:type="paragraph" w:customStyle="1" w:styleId="09A7D0C1AA6E4B7FB638A0BF174C6B17">
    <w:name w:val="09A7D0C1AA6E4B7FB638A0BF174C6B17"/>
  </w:style>
  <w:style w:type="character" w:styleId="Helyrzszveg">
    <w:name w:val="Placeholder Text"/>
    <w:basedOn w:val="Bekezdsalapbettpusa"/>
    <w:uiPriority w:val="99"/>
    <w:semiHidden/>
    <w:rPr>
      <w:color w:val="808080"/>
    </w:rPr>
  </w:style>
  <w:style w:type="paragraph" w:customStyle="1" w:styleId="01EBBE502BEF46D18F4A9E1BD9D6B866">
    <w:name w:val="01EBBE502BEF46D18F4A9E1BD9D6B8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29F3A5-348F-464B-B5B6-89DC35DD1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KKIG_vezeto</Template>
  <TotalTime>11</TotalTime>
  <Pages>1</Pages>
  <Words>91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Parlament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Kertész Hajnalka</dc:creator>
  <cp:lastModifiedBy>Hajnalka</cp:lastModifiedBy>
  <cp:revision>2</cp:revision>
  <cp:lastPrinted>2016-01-18T08:02:00Z</cp:lastPrinted>
  <dcterms:created xsi:type="dcterms:W3CDTF">2017-07-05T13:38:00Z</dcterms:created>
  <dcterms:modified xsi:type="dcterms:W3CDTF">2017-07-05T13:52:00Z</dcterms:modified>
</cp:coreProperties>
</file>